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50A0BD7" w14:textId="098949AB" w:rsidR="002A6EBF" w:rsidRPr="00837A89" w:rsidRDefault="002A6EBF" w:rsidP="002A6EBF">
            <w:pPr>
              <w:spacing w:before="240"/>
              <w:rPr>
                <w:noProof/>
                <w:szCs w:val="22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43069C25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3D74E0">
              <w:rPr>
                <w:b/>
                <w:noProof/>
                <w:sz w:val="24"/>
              </w:rPr>
              <w:t>10</w:t>
            </w:r>
          </w:p>
          <w:p w14:paraId="4022174D" w14:textId="0358D472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9C6E4B">
              <w:rPr>
                <w:b/>
                <w:noProof/>
                <w:sz w:val="24"/>
              </w:rPr>
              <w:t xml:space="preserve"> – </w:t>
            </w:r>
            <w:r w:rsidR="00CD2DDE">
              <w:rPr>
                <w:b/>
                <w:noProof/>
                <w:sz w:val="24"/>
              </w:rPr>
              <w:t>Lohnnebenkostenschema / Kalkulationsschema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BF9CC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7C3CFE7" w14:textId="08018C62" w:rsidR="00152CDF" w:rsidRDefault="000740C1" w:rsidP="00F77CF1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  <w:p w14:paraId="0E0BC7E8" w14:textId="77777777" w:rsidR="00152CDF" w:rsidRDefault="00152CDF">
            <w:pPr>
              <w:tabs>
                <w:tab w:val="left" w:pos="142"/>
              </w:tabs>
            </w:pPr>
          </w:p>
        </w:tc>
      </w:tr>
    </w:tbl>
    <w:p w14:paraId="54408B4C" w14:textId="5BBDA4FC" w:rsidR="00CD2DDE" w:rsidRDefault="007427B5" w:rsidP="00875560">
      <w:pPr>
        <w:pStyle w:val="Verzeichnis1"/>
      </w:pPr>
      <w:r>
        <w:br w:type="page"/>
      </w:r>
    </w:p>
    <w:p w14:paraId="329A1364" w14:textId="21563026" w:rsidR="00CD2DDE" w:rsidRPr="00CD2DDE" w:rsidRDefault="00CD2DDE" w:rsidP="00CD2DDE">
      <w:pPr>
        <w:rPr>
          <w:szCs w:val="22"/>
        </w:rPr>
      </w:pPr>
      <w:r w:rsidRPr="00CD2DDE">
        <w:rPr>
          <w:szCs w:val="22"/>
        </w:rPr>
        <w:lastRenderedPageBreak/>
        <w:t xml:space="preserve">Darlegung des Lohnnebenkostenschemas / Kalkulationsschema </w:t>
      </w:r>
      <w:r w:rsidR="004A4A00">
        <w:rPr>
          <w:szCs w:val="22"/>
        </w:rPr>
        <w:t xml:space="preserve">300/400 </w:t>
      </w:r>
      <w:r w:rsidRPr="00CD2DDE">
        <w:rPr>
          <w:szCs w:val="22"/>
        </w:rPr>
        <w:t xml:space="preserve">SBV </w:t>
      </w:r>
      <w:r w:rsidR="00D30997">
        <w:rPr>
          <w:szCs w:val="22"/>
        </w:rPr>
        <w:t xml:space="preserve">anhand der Vorlage </w:t>
      </w:r>
      <w:r w:rsidR="001F4B05">
        <w:rPr>
          <w:szCs w:val="22"/>
        </w:rPr>
        <w:t xml:space="preserve">Kalkulationsschema </w:t>
      </w:r>
      <w:r w:rsidR="00D30997">
        <w:rPr>
          <w:szCs w:val="22"/>
        </w:rPr>
        <w:t>(</w:t>
      </w:r>
      <w:r w:rsidR="00B603D4">
        <w:rPr>
          <w:szCs w:val="22"/>
        </w:rPr>
        <w:t>D10.1 und D10.2</w:t>
      </w:r>
      <w:r w:rsidR="00E921C0">
        <w:rPr>
          <w:szCs w:val="22"/>
        </w:rPr>
        <w:t>)</w:t>
      </w:r>
      <w:r w:rsidR="00B603D4">
        <w:rPr>
          <w:szCs w:val="22"/>
        </w:rPr>
        <w:t xml:space="preserve"> als Beilage zu diesem Dokument.</w:t>
      </w:r>
    </w:p>
    <w:p w14:paraId="6E18C342" w14:textId="38309BBB" w:rsidR="008C10FD" w:rsidRPr="009C6E4B" w:rsidRDefault="008C10FD" w:rsidP="009C6E4B">
      <w:pPr>
        <w:pStyle w:val="Standardtext"/>
        <w:ind w:left="0"/>
        <w:rPr>
          <w:b/>
          <w:strike/>
          <w:sz w:val="28"/>
        </w:rPr>
      </w:pPr>
    </w:p>
    <w:sectPr w:rsidR="008C10FD" w:rsidRPr="009C6E4B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433177C2" w:rsidR="001002DE" w:rsidRDefault="001B3402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0740C1">
      <w:rPr>
        <w:snapToGrid w:val="0"/>
        <w:sz w:val="16"/>
        <w:szCs w:val="16"/>
      </w:rPr>
      <w:fldChar w:fldCharType="begin"/>
    </w:r>
    <w:r w:rsidRPr="000740C1">
      <w:rPr>
        <w:snapToGrid w:val="0"/>
        <w:sz w:val="16"/>
        <w:szCs w:val="16"/>
      </w:rPr>
      <w:instrText xml:space="preserve"> REF Version_Datum \h  \* MERGEFORMAT </w:instrText>
    </w:r>
    <w:r w:rsidRPr="000740C1">
      <w:rPr>
        <w:snapToGrid w:val="0"/>
        <w:sz w:val="16"/>
        <w:szCs w:val="16"/>
      </w:rPr>
    </w:r>
    <w:r w:rsidRPr="000740C1">
      <w:rPr>
        <w:snapToGrid w:val="0"/>
        <w:sz w:val="16"/>
        <w:szCs w:val="16"/>
      </w:rPr>
      <w:fldChar w:fldCharType="separate"/>
    </w:r>
    <w:r w:rsidR="000740C1" w:rsidRPr="000740C1">
      <w:rPr>
        <w:snapToGrid w:val="0"/>
        <w:sz w:val="16"/>
        <w:szCs w:val="16"/>
      </w:rPr>
      <w:t xml:space="preserve">Version 2.0 vom </w:t>
    </w:r>
    <w:r w:rsidR="000740C1" w:rsidRPr="000740C1">
      <w:rPr>
        <w:b/>
        <w:noProof/>
        <w:sz w:val="16"/>
        <w:szCs w:val="16"/>
      </w:rPr>
      <w:t>31.03.2025</w:t>
    </w:r>
    <w:r w:rsidRPr="000740C1">
      <w:rPr>
        <w:snapToGrid w:val="0"/>
        <w:sz w:val="16"/>
        <w:szCs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5B539CA0" w14:textId="77777777" w:rsidR="009E0C23" w:rsidRDefault="009E0C23" w:rsidP="009E0C23">
    <w:pPr>
      <w:pStyle w:val="Kopfzeile"/>
      <w:jc w:val="right"/>
      <w:rPr>
        <w:sz w:val="20"/>
      </w:rPr>
    </w:pPr>
    <w:bookmarkStart w:id="1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"/>
  <w:p w14:paraId="2D0C6700" w14:textId="229A52CB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A4752A">
      <w:rPr>
        <w:sz w:val="20"/>
      </w:rPr>
      <w:t>D</w:t>
    </w:r>
    <w:r w:rsidR="00DE708C">
      <w:rPr>
        <w:sz w:val="20"/>
      </w:rPr>
      <w:t>10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9E0C23" w14:paraId="59DDBBFC" w14:textId="77777777" w:rsidTr="00E56AAC">
      <w:trPr>
        <w:trHeight w:val="714"/>
      </w:trPr>
      <w:tc>
        <w:tcPr>
          <w:tcW w:w="5103" w:type="dxa"/>
          <w:vAlign w:val="bottom"/>
        </w:tcPr>
        <w:p w14:paraId="54951DDD" w14:textId="77777777" w:rsidR="009E0C23" w:rsidRDefault="009E0C23" w:rsidP="009E0C23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A819D06" wp14:editId="4971A6ED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281DB155" wp14:editId="1628DE8D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77A7998C" w14:textId="77777777" w:rsidR="009E0C23" w:rsidRDefault="009E0C23" w:rsidP="009E0C23">
          <w:pPr>
            <w:pStyle w:val="Kopfzeile"/>
          </w:pPr>
        </w:p>
      </w:tc>
      <w:tc>
        <w:tcPr>
          <w:tcW w:w="1951" w:type="dxa"/>
        </w:tcPr>
        <w:p w14:paraId="73BA9022" w14:textId="77777777" w:rsidR="009E0C23" w:rsidRDefault="009E0C23" w:rsidP="009E0C23">
          <w:pPr>
            <w:pStyle w:val="Kopfzeile"/>
          </w:pPr>
          <w:bookmarkStart w:id="3" w:name="_Hlk148879324"/>
        </w:p>
        <w:p w14:paraId="5738675B" w14:textId="77777777" w:rsidR="009E0C23" w:rsidRDefault="009E0C23" w:rsidP="009E0C23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38EE8471" wp14:editId="315BA5E3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29E1E367" w14:textId="77777777" w:rsidR="009E0C23" w:rsidRDefault="009E0C23" w:rsidP="009E0C23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2A0B12" w:rsidRDefault="001002DE" w:rsidP="00D979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6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229345835">
    <w:abstractNumId w:val="0"/>
  </w:num>
  <w:num w:numId="2" w16cid:durableId="1725442985">
    <w:abstractNumId w:val="1"/>
  </w:num>
  <w:num w:numId="3" w16cid:durableId="962537295">
    <w:abstractNumId w:val="5"/>
  </w:num>
  <w:num w:numId="4" w16cid:durableId="75826693">
    <w:abstractNumId w:val="2"/>
  </w:num>
  <w:num w:numId="5" w16cid:durableId="872499817">
    <w:abstractNumId w:val="6"/>
  </w:num>
  <w:num w:numId="6" w16cid:durableId="1521890923">
    <w:abstractNumId w:val="3"/>
  </w:num>
  <w:num w:numId="7" w16cid:durableId="390622093">
    <w:abstractNumId w:val="8"/>
  </w:num>
  <w:num w:numId="8" w16cid:durableId="913857668">
    <w:abstractNumId w:val="8"/>
  </w:num>
  <w:num w:numId="9" w16cid:durableId="995840436">
    <w:abstractNumId w:val="4"/>
  </w:num>
  <w:num w:numId="10" w16cid:durableId="483010040">
    <w:abstractNumId w:val="7"/>
  </w:num>
  <w:num w:numId="11" w16cid:durableId="650714794">
    <w:abstractNumId w:val="1"/>
  </w:num>
  <w:num w:numId="12" w16cid:durableId="1385301292">
    <w:abstractNumId w:val="1"/>
  </w:num>
  <w:num w:numId="13" w16cid:durableId="1005015565">
    <w:abstractNumId w:val="1"/>
  </w:num>
  <w:num w:numId="14" w16cid:durableId="114747213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0C1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7687"/>
    <w:rsid w:val="000C1EF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66843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3402"/>
    <w:rsid w:val="001B5D36"/>
    <w:rsid w:val="001C3C29"/>
    <w:rsid w:val="001C794E"/>
    <w:rsid w:val="001D01C9"/>
    <w:rsid w:val="001D14F7"/>
    <w:rsid w:val="001D6702"/>
    <w:rsid w:val="001E1A3A"/>
    <w:rsid w:val="001E6AF2"/>
    <w:rsid w:val="001F1A4F"/>
    <w:rsid w:val="001F1DFD"/>
    <w:rsid w:val="001F4B05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4621D"/>
    <w:rsid w:val="00346D63"/>
    <w:rsid w:val="003660AD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9C3"/>
    <w:rsid w:val="003D4A3C"/>
    <w:rsid w:val="003D4C44"/>
    <w:rsid w:val="003D5A57"/>
    <w:rsid w:val="003D6BFE"/>
    <w:rsid w:val="003D74E0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4A00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D00CC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5560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1430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C6E4B"/>
    <w:rsid w:val="009D0540"/>
    <w:rsid w:val="009D2E28"/>
    <w:rsid w:val="009D5BE4"/>
    <w:rsid w:val="009E0C23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53C0"/>
    <w:rsid w:val="00AC6ED8"/>
    <w:rsid w:val="00AD610A"/>
    <w:rsid w:val="00AE6BA8"/>
    <w:rsid w:val="00AE7FEC"/>
    <w:rsid w:val="00AF62D2"/>
    <w:rsid w:val="00AF6BC6"/>
    <w:rsid w:val="00B01CC1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03D4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22DB"/>
    <w:rsid w:val="00C65D11"/>
    <w:rsid w:val="00C707C5"/>
    <w:rsid w:val="00C7440A"/>
    <w:rsid w:val="00C80563"/>
    <w:rsid w:val="00C81A8F"/>
    <w:rsid w:val="00C9620D"/>
    <w:rsid w:val="00C9774A"/>
    <w:rsid w:val="00CA4085"/>
    <w:rsid w:val="00CB1D60"/>
    <w:rsid w:val="00CB7ADB"/>
    <w:rsid w:val="00CC5FB6"/>
    <w:rsid w:val="00CC717B"/>
    <w:rsid w:val="00CC7FA7"/>
    <w:rsid w:val="00CD0A64"/>
    <w:rsid w:val="00CD2DDE"/>
    <w:rsid w:val="00CD6A84"/>
    <w:rsid w:val="00CD76B2"/>
    <w:rsid w:val="00CE69AA"/>
    <w:rsid w:val="00CF4554"/>
    <w:rsid w:val="00CF4A34"/>
    <w:rsid w:val="00D024E9"/>
    <w:rsid w:val="00D034B0"/>
    <w:rsid w:val="00D0408C"/>
    <w:rsid w:val="00D12337"/>
    <w:rsid w:val="00D15598"/>
    <w:rsid w:val="00D225B5"/>
    <w:rsid w:val="00D266DC"/>
    <w:rsid w:val="00D30997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08C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918E0"/>
    <w:rsid w:val="00E921C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EE6C57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77CF1"/>
    <w:rsid w:val="00F82484"/>
    <w:rsid w:val="00F85FB1"/>
    <w:rsid w:val="00F92EF1"/>
    <w:rsid w:val="00FA166C"/>
    <w:rsid w:val="00FA7E2C"/>
    <w:rsid w:val="00FC1454"/>
    <w:rsid w:val="00FC1BE8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1B3402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B3402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1B3402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1C7E-FA2F-45B0-AE12-38D733492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4E7ABD-316C-4321-AA79-2C0BD8B7D363}">
  <ds:schemaRefs>
    <ds:schemaRef ds:uri="http://schemas.microsoft.com/office/2006/documentManagement/types"/>
    <ds:schemaRef ds:uri="http://schemas.microsoft.com/office/2006/metadata/properties"/>
    <ds:schemaRef ds:uri="7e03a71d-853f-41dd-b48c-d2aa79bc4853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3.xml><?xml version="1.0" encoding="utf-8"?>
<ds:datastoreItem xmlns:ds="http://schemas.openxmlformats.org/officeDocument/2006/customXml" ds:itemID="{45EBE6B4-6D07-4E9C-9877-938BD7F324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20691D-5E81-4D1D-BD45-6040821A3D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2</Pages>
  <Words>34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355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2024-02-14T14:32:00Z</cp:lastPrinted>
  <dcterms:created xsi:type="dcterms:W3CDTF">2025-03-24T14:07:00Z</dcterms:created>
  <dcterms:modified xsi:type="dcterms:W3CDTF">2025-03-24T14:07:00Z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